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582" w:rsidRDefault="007E0582" w:rsidP="00167163">
      <w:pPr>
        <w:pStyle w:val="Titel"/>
      </w:pPr>
    </w:p>
    <w:p w:rsidR="00664C9F" w:rsidRDefault="00167163" w:rsidP="00167163">
      <w:pPr>
        <w:pStyle w:val="Titel"/>
      </w:pPr>
      <w:r w:rsidRPr="00167163">
        <w:t xml:space="preserve">Texte bearbeiten </w:t>
      </w:r>
      <w:r w:rsidR="00373A7C">
        <w:t>–</w:t>
      </w:r>
      <w:r w:rsidRPr="00167163">
        <w:t xml:space="preserve"> Wo stehe ich?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853"/>
        <w:gridCol w:w="5496"/>
        <w:gridCol w:w="1176"/>
        <w:gridCol w:w="1149"/>
        <w:gridCol w:w="1180"/>
      </w:tblGrid>
      <w:tr w:rsidR="002676A4" w:rsidRPr="008001BD" w:rsidTr="002676A4">
        <w:trPr>
          <w:trHeight w:val="1003"/>
        </w:trPr>
        <w:tc>
          <w:tcPr>
            <w:tcW w:w="43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jc w:val="center"/>
              <w:rPr>
                <w:rFonts w:ascii="Arial" w:hAnsi="Arial"/>
                <w:b/>
                <w:sz w:val="36"/>
              </w:rPr>
            </w:pPr>
            <w:r w:rsidRPr="008001BD">
              <w:rPr>
                <w:b/>
                <w:noProof/>
                <w:sz w:val="36"/>
                <w:lang w:eastAsia="de-DE"/>
              </w:rPr>
              <w:drawing>
                <wp:inline distT="0" distB="0" distL="0" distR="0" wp14:anchorId="4CB01350" wp14:editId="19E1CC37">
                  <wp:extent cx="608550" cy="659601"/>
                  <wp:effectExtent l="0" t="0" r="1270" b="762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6330"/>
                          <a:stretch/>
                        </pic:blipFill>
                        <pic:spPr bwMode="auto">
                          <a:xfrm>
                            <a:off x="0" y="0"/>
                            <a:ext cx="623940" cy="6762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jc w:val="center"/>
              <w:rPr>
                <w:rFonts w:ascii="Arial" w:hAnsi="Arial"/>
                <w:b/>
                <w:sz w:val="36"/>
              </w:rPr>
            </w:pPr>
            <w:r w:rsidRPr="008001BD">
              <w:rPr>
                <w:b/>
                <w:noProof/>
                <w:sz w:val="36"/>
                <w:lang w:eastAsia="de-DE"/>
              </w:rPr>
              <w:drawing>
                <wp:inline distT="0" distB="0" distL="0" distR="0" wp14:anchorId="06641FE4" wp14:editId="4A28335C">
                  <wp:extent cx="561191" cy="634540"/>
                  <wp:effectExtent l="0" t="0" r="0" b="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951" r="33773"/>
                          <a:stretch/>
                        </pic:blipFill>
                        <pic:spPr bwMode="auto">
                          <a:xfrm>
                            <a:off x="0" y="0"/>
                            <a:ext cx="588597" cy="6655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jc w:val="center"/>
              <w:rPr>
                <w:rFonts w:ascii="Arial" w:hAnsi="Arial"/>
                <w:b/>
                <w:noProof/>
                <w:sz w:val="36"/>
              </w:rPr>
            </w:pPr>
            <w:r w:rsidRPr="008001BD">
              <w:rPr>
                <w:b/>
                <w:noProof/>
                <w:sz w:val="36"/>
                <w:lang w:eastAsia="de-DE"/>
              </w:rPr>
              <w:drawing>
                <wp:inline distT="0" distB="0" distL="0" distR="0" wp14:anchorId="03473FD8" wp14:editId="5F68F8C4">
                  <wp:extent cx="612632" cy="667372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epositphotos_11947743-Set-of-smiley-icon.jpg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499"/>
                          <a:stretch/>
                        </pic:blipFill>
                        <pic:spPr bwMode="auto">
                          <a:xfrm>
                            <a:off x="0" y="0"/>
                            <a:ext cx="630987" cy="6873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6A4" w:rsidRPr="008001BD" w:rsidTr="002676A4">
        <w:trPr>
          <w:trHeight w:val="121"/>
        </w:trPr>
        <w:tc>
          <w:tcPr>
            <w:tcW w:w="43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kann alle Texte verstehen, die ich bearbeite.</w:t>
            </w: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kenne eine oder mehrere Lesetechniken.</w:t>
            </w: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kenne sie nicht nur, ich we</w:t>
            </w:r>
            <w:r w:rsidRPr="008001BD">
              <w:rPr>
                <w:rFonts w:ascii="Arial" w:hAnsi="Arial"/>
                <w:sz w:val="36"/>
              </w:rPr>
              <w:t>n</w:t>
            </w:r>
            <w:r w:rsidRPr="008001BD">
              <w:rPr>
                <w:rFonts w:ascii="Arial" w:hAnsi="Arial"/>
                <w:sz w:val="36"/>
              </w:rPr>
              <w:t>de sie auch an.</w:t>
            </w: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6A6A6" w:themeFill="background1" w:themeFillShade="A6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Wenn ich einen Text bekomme, dann lese ich ihn erst einmal ganz oberflächlich durch, um mir einen Überblick zu verschaffen.</w:t>
            </w: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arbeite mit Markierungen.</w:t>
            </w: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arbeite mit Randbemerku</w:t>
            </w:r>
            <w:r w:rsidRPr="008001BD">
              <w:rPr>
                <w:rFonts w:ascii="Arial" w:hAnsi="Arial"/>
                <w:sz w:val="36"/>
              </w:rPr>
              <w:t>n</w:t>
            </w:r>
            <w:r w:rsidRPr="008001BD">
              <w:rPr>
                <w:rFonts w:ascii="Arial" w:hAnsi="Arial"/>
                <w:sz w:val="36"/>
              </w:rPr>
              <w:t>gen.</w:t>
            </w: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noProof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unterteile den Text in A</w:t>
            </w:r>
            <w:r w:rsidRPr="008001BD">
              <w:rPr>
                <w:rFonts w:ascii="Arial" w:hAnsi="Arial"/>
                <w:sz w:val="36"/>
              </w:rPr>
              <w:t>b</w:t>
            </w:r>
            <w:r w:rsidRPr="008001BD">
              <w:rPr>
                <w:rFonts w:ascii="Arial" w:hAnsi="Arial"/>
                <w:sz w:val="36"/>
              </w:rPr>
              <w:t>schnitte.</w:t>
            </w: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</w:tr>
      <w:tr w:rsidR="002676A4" w:rsidRPr="008001BD" w:rsidTr="002676A4">
        <w:tc>
          <w:tcPr>
            <w:tcW w:w="43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2795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sz w:val="36"/>
              </w:rPr>
            </w:pPr>
            <w:r w:rsidRPr="008001BD">
              <w:rPr>
                <w:rFonts w:ascii="Arial" w:hAnsi="Arial"/>
                <w:sz w:val="36"/>
              </w:rPr>
              <w:t>Ich mache mir Notizen.</w:t>
            </w: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  <w:shd w:val="clear" w:color="auto" w:fill="auto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  <w:tc>
          <w:tcPr>
            <w:tcW w:w="589" w:type="pct"/>
          </w:tcPr>
          <w:p w:rsidR="002676A4" w:rsidRPr="008001BD" w:rsidRDefault="002676A4" w:rsidP="00CC40D1">
            <w:pPr>
              <w:spacing w:before="120" w:after="120" w:line="300" w:lineRule="atLeast"/>
              <w:rPr>
                <w:rFonts w:ascii="Arial" w:hAnsi="Arial"/>
                <w:b/>
                <w:sz w:val="36"/>
              </w:rPr>
            </w:pPr>
          </w:p>
        </w:tc>
      </w:tr>
    </w:tbl>
    <w:p w:rsidR="00CD6932" w:rsidRPr="0044650F" w:rsidRDefault="00CD6932" w:rsidP="007E0582"/>
    <w:sectPr w:rsidR="00CD6932" w:rsidRPr="0044650F" w:rsidSect="00B17D4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A1F" w:rsidRDefault="00031A1F" w:rsidP="001E03DE">
      <w:r>
        <w:separator/>
      </w:r>
    </w:p>
  </w:endnote>
  <w:endnote w:type="continuationSeparator" w:id="0">
    <w:p w:rsidR="00031A1F" w:rsidRDefault="00031A1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46" w:rsidRDefault="00B17D4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46" w:rsidRDefault="00B17D46" w:rsidP="00B17D46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B17D46" w:rsidTr="00842B1B">
      <w:tc>
        <w:tcPr>
          <w:tcW w:w="817" w:type="dxa"/>
        </w:tcPr>
        <w:p w:rsidR="00B17D46" w:rsidRDefault="00B17D46" w:rsidP="00842B1B">
          <w:pPr>
            <w:pStyle w:val="Fuzeile"/>
          </w:pPr>
        </w:p>
      </w:tc>
      <w:tc>
        <w:tcPr>
          <w:tcW w:w="8371" w:type="dxa"/>
        </w:tcPr>
        <w:p w:rsidR="00B17D46" w:rsidRDefault="00B17D46" w:rsidP="00842B1B">
          <w:pPr>
            <w:pStyle w:val="Fuzeile"/>
          </w:pPr>
        </w:p>
      </w:tc>
      <w:tc>
        <w:tcPr>
          <w:tcW w:w="666" w:type="dxa"/>
        </w:tcPr>
        <w:p w:rsidR="00B17D46" w:rsidRDefault="00B17D46" w:rsidP="00842B1B">
          <w:pPr>
            <w:pStyle w:val="Fuzeile"/>
          </w:pPr>
        </w:p>
      </w:tc>
    </w:tr>
    <w:tr w:rsidR="00B17D46" w:rsidTr="00842B1B">
      <w:tc>
        <w:tcPr>
          <w:tcW w:w="817" w:type="dxa"/>
        </w:tcPr>
        <w:p w:rsidR="00B17D46" w:rsidRDefault="00B17D46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B17D46" w:rsidRDefault="00B17D46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B17D46" w:rsidRDefault="00B17D46" w:rsidP="00842B1B">
          <w:pPr>
            <w:pStyle w:val="Fuzeile"/>
          </w:pPr>
        </w:p>
      </w:tc>
    </w:tr>
    <w:tr w:rsidR="00B17D46" w:rsidTr="00842B1B">
      <w:tc>
        <w:tcPr>
          <w:tcW w:w="817" w:type="dxa"/>
        </w:tcPr>
        <w:p w:rsidR="00B17D46" w:rsidRPr="008A6B36" w:rsidRDefault="00B17D46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B17D46" w:rsidRDefault="00D24FF2" w:rsidP="00D24FF2">
          <w:pPr>
            <w:pStyle w:val="Fuzeile"/>
          </w:pPr>
          <w:r>
            <w:t>Relevante Informationen identifizieren, Sinnabschnitte erkennen, eine Einleitung formulieren</w:t>
          </w:r>
          <w:bookmarkStart w:id="0" w:name="_GoBack"/>
          <w:bookmarkEnd w:id="0"/>
        </w:p>
      </w:tc>
      <w:tc>
        <w:tcPr>
          <w:tcW w:w="666" w:type="dxa"/>
        </w:tcPr>
        <w:p w:rsidR="00B17D46" w:rsidRDefault="00B17D46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24FF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B17D46" w:rsidRDefault="00B17D4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B17D4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A1F" w:rsidRDefault="00031A1F" w:rsidP="001E03DE">
      <w:r>
        <w:separator/>
      </w:r>
    </w:p>
  </w:footnote>
  <w:footnote w:type="continuationSeparator" w:id="0">
    <w:p w:rsidR="00031A1F" w:rsidRDefault="00031A1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46" w:rsidRDefault="00B17D4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D46" w:rsidRDefault="00B17D46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7D46" w:rsidRPr="00E20335" w:rsidRDefault="00B17D46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6950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P7/bXyMBAAAmQ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B17D46" w:rsidRPr="00E20335" w:rsidRDefault="00B17D46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8B9255F" wp14:editId="31DB809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9A4CA1"/>
    <w:multiLevelType w:val="hybridMultilevel"/>
    <w:tmpl w:val="E5A6B0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80F85"/>
    <w:multiLevelType w:val="hybridMultilevel"/>
    <w:tmpl w:val="3F284A6E"/>
    <w:lvl w:ilvl="0" w:tplc="04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9782D8D"/>
    <w:multiLevelType w:val="hybridMultilevel"/>
    <w:tmpl w:val="832C8F8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43C64D8D"/>
    <w:multiLevelType w:val="hybridMultilevel"/>
    <w:tmpl w:val="9A8098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F4261A5"/>
    <w:multiLevelType w:val="hybridMultilevel"/>
    <w:tmpl w:val="A3A2F5C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2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0"/>
  </w:num>
  <w:num w:numId="8">
    <w:abstractNumId w:val="5"/>
  </w:num>
  <w:num w:numId="9">
    <w:abstractNumId w:val="5"/>
  </w:num>
  <w:num w:numId="10">
    <w:abstractNumId w:val="0"/>
  </w:num>
  <w:num w:numId="11">
    <w:abstractNumId w:val="12"/>
  </w:num>
  <w:num w:numId="12">
    <w:abstractNumId w:val="11"/>
  </w:num>
  <w:num w:numId="13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8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3"/>
  </w:num>
  <w:num w:numId="18">
    <w:abstractNumId w:val="13"/>
  </w:num>
  <w:num w:numId="19">
    <w:abstractNumId w:val="13"/>
  </w:num>
  <w:num w:numId="20">
    <w:abstractNumId w:val="9"/>
  </w:num>
  <w:num w:numId="21">
    <w:abstractNumId w:val="1"/>
  </w:num>
  <w:num w:numId="22">
    <w:abstractNumId w:val="14"/>
  </w:num>
  <w:num w:numId="23">
    <w:abstractNumId w:val="6"/>
  </w:num>
  <w:num w:numId="24">
    <w:abstractNumId w:val="7"/>
  </w:num>
  <w:num w:numId="25">
    <w:abstractNumId w:val="4"/>
  </w:num>
  <w:num w:numId="26">
    <w:abstractNumId w:val="10"/>
  </w:num>
  <w:num w:numId="27">
    <w:abstractNumId w:val="2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C17"/>
    <w:rsid w:val="00031A1F"/>
    <w:rsid w:val="00107CE1"/>
    <w:rsid w:val="00167163"/>
    <w:rsid w:val="001A2103"/>
    <w:rsid w:val="001C2EB6"/>
    <w:rsid w:val="001E03DE"/>
    <w:rsid w:val="001F7580"/>
    <w:rsid w:val="002223B8"/>
    <w:rsid w:val="002676A4"/>
    <w:rsid w:val="00296589"/>
    <w:rsid w:val="003006E1"/>
    <w:rsid w:val="00373A7C"/>
    <w:rsid w:val="00445B6B"/>
    <w:rsid w:val="0044650F"/>
    <w:rsid w:val="00470441"/>
    <w:rsid w:val="00592812"/>
    <w:rsid w:val="00596D82"/>
    <w:rsid w:val="00664C9F"/>
    <w:rsid w:val="007E0582"/>
    <w:rsid w:val="008A6B36"/>
    <w:rsid w:val="008A7911"/>
    <w:rsid w:val="009533B3"/>
    <w:rsid w:val="009935DA"/>
    <w:rsid w:val="009C05F9"/>
    <w:rsid w:val="00B127D0"/>
    <w:rsid w:val="00B17D46"/>
    <w:rsid w:val="00BC77C4"/>
    <w:rsid w:val="00C1176F"/>
    <w:rsid w:val="00C22DA6"/>
    <w:rsid w:val="00C329C9"/>
    <w:rsid w:val="00C54C17"/>
    <w:rsid w:val="00CD6932"/>
    <w:rsid w:val="00D24FF2"/>
    <w:rsid w:val="00DA114A"/>
    <w:rsid w:val="00DC7E46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676A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67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wmf"/><Relationship Id="rId1" Type="http://schemas.openxmlformats.org/officeDocument/2006/relationships/image" Target="media/image4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wnloads\Formatvorlage%20meth.-didakt.-Konz.%202016-11-07%20(1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6B3F2-C2D0-46A4-BC6C-72A475253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(1).dotx</Template>
  <TotalTime>0</TotalTime>
  <Pages>1</Pages>
  <Words>66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Iris Layer</dc:creator>
  <cp:lastModifiedBy>Barbian, Markus (LS)</cp:lastModifiedBy>
  <cp:revision>10</cp:revision>
  <cp:lastPrinted>2016-11-07T13:26:00Z</cp:lastPrinted>
  <dcterms:created xsi:type="dcterms:W3CDTF">2017-11-22T21:52:00Z</dcterms:created>
  <dcterms:modified xsi:type="dcterms:W3CDTF">2018-06-27T13:34:00Z</dcterms:modified>
</cp:coreProperties>
</file>